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04" w:rsidRPr="00737C04" w:rsidRDefault="00737C04" w:rsidP="00737C04">
      <w:pPr>
        <w:pStyle w:val="Cartable"/>
        <w:rPr>
          <w:lang w:eastAsia="fr-FR"/>
        </w:rPr>
      </w:pPr>
      <w:r w:rsidRPr="00737C04">
        <w:rPr>
          <w:lang w:eastAsia="fr-FR"/>
        </w:rPr>
        <w:t xml:space="preserve">La Belle et la Bête </w:t>
      </w:r>
    </w:p>
    <w:p w:rsidR="00737C04" w:rsidRPr="00737C04" w:rsidRDefault="003C443E" w:rsidP="00737C04">
      <w:pPr>
        <w:pStyle w:val="Cartable"/>
        <w:rPr>
          <w:u w:val="thick" w:color="000000"/>
          <w:lang w:eastAsia="fr-FR"/>
        </w:rPr>
      </w:pPr>
      <w:r>
        <w:rPr>
          <w:u w:val="thick" w:color="000000"/>
          <w:lang w:eastAsia="fr-FR"/>
        </w:rPr>
        <w:t>Extrait 2</w:t>
      </w:r>
    </w:p>
    <w:p w:rsidR="003C443E" w:rsidRPr="003C443E" w:rsidRDefault="003C443E" w:rsidP="003C443E">
      <w:pPr>
        <w:pStyle w:val="Cartable"/>
        <w:rPr>
          <w:color w:val="00CC00"/>
          <w:lang w:eastAsia="fr-FR"/>
        </w:rPr>
      </w:pPr>
      <w:bookmarkStart w:id="0" w:name="_GoBack"/>
      <w:bookmarkEnd w:id="0"/>
      <w:r w:rsidRPr="003C443E">
        <w:rPr>
          <w:color w:val="0000FF"/>
          <w:lang w:eastAsia="fr-FR"/>
        </w:rPr>
        <w:t xml:space="preserve">Il était dix heures du matin quand il s’éveilla le </w:t>
      </w:r>
      <w:r w:rsidRPr="003C443E">
        <w:rPr>
          <w:color w:val="FF0000"/>
          <w:lang w:eastAsia="fr-FR"/>
        </w:rPr>
        <w:t xml:space="preserve">lendemain, et il fut bien surpris de trouver un habit </w:t>
      </w:r>
      <w:r w:rsidRPr="003C443E">
        <w:rPr>
          <w:color w:val="00CC00"/>
          <w:lang w:eastAsia="fr-FR"/>
        </w:rPr>
        <w:t>fort propre à la place du sien, qui était tout gâté.</w:t>
      </w:r>
    </w:p>
    <w:p w:rsidR="003C443E" w:rsidRPr="003C443E" w:rsidRDefault="003C443E" w:rsidP="003C443E">
      <w:pPr>
        <w:pStyle w:val="Cartable"/>
        <w:rPr>
          <w:color w:val="FF0000"/>
          <w:lang w:eastAsia="fr-FR"/>
        </w:rPr>
      </w:pPr>
      <w:r w:rsidRPr="003C443E">
        <w:rPr>
          <w:color w:val="0000FF"/>
          <w:lang w:eastAsia="fr-FR"/>
        </w:rPr>
        <w:t xml:space="preserve">« Assurément, dit-il en lui-même, ce palais </w:t>
      </w:r>
      <w:r w:rsidRPr="003C443E">
        <w:rPr>
          <w:color w:val="FF0000"/>
          <w:lang w:eastAsia="fr-FR"/>
        </w:rPr>
        <w:t xml:space="preserve">appartient à quelque bonne fée qui a eu pitié de ma </w:t>
      </w:r>
      <w:r w:rsidRPr="003C443E">
        <w:rPr>
          <w:color w:val="00CC00"/>
          <w:lang w:eastAsia="fr-FR"/>
        </w:rPr>
        <w:t xml:space="preserve">situation. » Il regarda par la fenêtre et ne vit plus de </w:t>
      </w:r>
      <w:r w:rsidRPr="003C443E">
        <w:rPr>
          <w:color w:val="0000FF"/>
          <w:lang w:eastAsia="fr-FR"/>
        </w:rPr>
        <w:t xml:space="preserve">neige, mais des berceaux de fleurs qui enchantaient </w:t>
      </w:r>
      <w:r w:rsidRPr="003C443E">
        <w:rPr>
          <w:color w:val="FF0000"/>
          <w:lang w:eastAsia="fr-FR"/>
        </w:rPr>
        <w:t>la vue.</w:t>
      </w:r>
    </w:p>
    <w:p w:rsidR="003C443E" w:rsidRPr="003C443E" w:rsidRDefault="003C443E" w:rsidP="003C443E">
      <w:pPr>
        <w:pStyle w:val="Cartable"/>
        <w:rPr>
          <w:color w:val="0000FF"/>
          <w:lang w:eastAsia="fr-FR"/>
        </w:rPr>
      </w:pPr>
      <w:r w:rsidRPr="003C443E">
        <w:rPr>
          <w:color w:val="00CC00"/>
          <w:lang w:eastAsia="fr-FR"/>
        </w:rPr>
        <w:t xml:space="preserve">Il rentra dans la grande salle, où il avait soupé la </w:t>
      </w:r>
      <w:r w:rsidRPr="003C443E">
        <w:rPr>
          <w:color w:val="0000FF"/>
          <w:lang w:eastAsia="fr-FR"/>
        </w:rPr>
        <w:t>veille, et vit une petite table où il y avait du chocolat.</w:t>
      </w:r>
    </w:p>
    <w:p w:rsidR="003C443E" w:rsidRPr="003C443E" w:rsidRDefault="003C443E" w:rsidP="003C443E">
      <w:pPr>
        <w:pStyle w:val="Cartable"/>
        <w:rPr>
          <w:color w:val="00CC00"/>
          <w:lang w:eastAsia="fr-FR"/>
        </w:rPr>
      </w:pPr>
      <w:r w:rsidRPr="003C443E">
        <w:rPr>
          <w:color w:val="FF0000"/>
          <w:lang w:eastAsia="fr-FR"/>
        </w:rPr>
        <w:t xml:space="preserve">— Je vous remercie, madame la fée, dit-il tout haut, </w:t>
      </w:r>
      <w:r w:rsidRPr="003C443E">
        <w:rPr>
          <w:color w:val="00CC00"/>
          <w:lang w:eastAsia="fr-FR"/>
        </w:rPr>
        <w:t>d’avoir eu la bonté de penser à mon déjeuner.</w:t>
      </w:r>
    </w:p>
    <w:p w:rsidR="003C443E" w:rsidRPr="003C443E" w:rsidRDefault="003C443E" w:rsidP="003C443E">
      <w:pPr>
        <w:pStyle w:val="Cartable"/>
        <w:rPr>
          <w:color w:val="0000FF"/>
          <w:lang w:eastAsia="fr-FR"/>
        </w:rPr>
      </w:pPr>
      <w:r w:rsidRPr="003C443E">
        <w:rPr>
          <w:color w:val="0000FF"/>
          <w:lang w:eastAsia="fr-FR"/>
        </w:rPr>
        <w:lastRenderedPageBreak/>
        <w:t xml:space="preserve">Le bonhomme, après avoir pris son chocolat, sortit </w:t>
      </w:r>
      <w:r w:rsidRPr="003C443E">
        <w:rPr>
          <w:color w:val="FF0000"/>
          <w:lang w:eastAsia="fr-FR"/>
        </w:rPr>
        <w:t xml:space="preserve">pour aller chercher son cheval ; et comme il passait </w:t>
      </w:r>
      <w:r w:rsidRPr="003C443E">
        <w:rPr>
          <w:color w:val="00CC00"/>
          <w:lang w:eastAsia="fr-FR"/>
        </w:rPr>
        <w:t xml:space="preserve">sous un berceau de roses, il se souvint que la Belle </w:t>
      </w:r>
      <w:r w:rsidRPr="003C443E">
        <w:rPr>
          <w:color w:val="0000FF"/>
          <w:lang w:eastAsia="fr-FR"/>
        </w:rPr>
        <w:t xml:space="preserve">lui en avait demandé, et cueillit une branche, où il y </w:t>
      </w:r>
      <w:r w:rsidRPr="003C443E">
        <w:rPr>
          <w:color w:val="FF0000"/>
          <w:lang w:eastAsia="fr-FR"/>
        </w:rPr>
        <w:t xml:space="preserve">en avait plusieurs. En même temps, il entendit un </w:t>
      </w:r>
      <w:r w:rsidRPr="003C443E">
        <w:rPr>
          <w:color w:val="00CC00"/>
          <w:lang w:eastAsia="fr-FR"/>
        </w:rPr>
        <w:t xml:space="preserve">grand bruit, et vit venir à lui une bête si horrible, qu’il </w:t>
      </w:r>
      <w:r w:rsidRPr="003C443E">
        <w:rPr>
          <w:color w:val="0000FF"/>
          <w:lang w:eastAsia="fr-FR"/>
        </w:rPr>
        <w:t>fut tout prêt de s’évanouir.</w:t>
      </w:r>
    </w:p>
    <w:p w:rsidR="003C443E" w:rsidRPr="003C443E" w:rsidRDefault="003C443E" w:rsidP="003C443E">
      <w:pPr>
        <w:pStyle w:val="Cartable"/>
        <w:rPr>
          <w:color w:val="FF0000"/>
          <w:lang w:eastAsia="fr-FR"/>
        </w:rPr>
      </w:pPr>
      <w:r w:rsidRPr="003C443E">
        <w:rPr>
          <w:color w:val="FF0000"/>
          <w:lang w:eastAsia="fr-FR"/>
        </w:rPr>
        <w:t xml:space="preserve">— Vous êtes bien ingrat, lui dit la Bête d’une voix </w:t>
      </w:r>
      <w:r w:rsidRPr="003C443E">
        <w:rPr>
          <w:color w:val="00CC00"/>
          <w:lang w:eastAsia="fr-FR"/>
        </w:rPr>
        <w:t xml:space="preserve">terrible ; je vous ai sauvé la vie en vous recevant </w:t>
      </w:r>
      <w:r w:rsidRPr="003C443E">
        <w:rPr>
          <w:color w:val="0000FF"/>
          <w:lang w:eastAsia="fr-FR"/>
        </w:rPr>
        <w:t xml:space="preserve">dans mon château, et puis vous me volez mes roses </w:t>
      </w:r>
      <w:r w:rsidRPr="003C443E">
        <w:rPr>
          <w:color w:val="FF0000"/>
          <w:lang w:eastAsia="fr-FR"/>
        </w:rPr>
        <w:t xml:space="preserve">que j’aime mieux que toutes choses au monde. Il </w:t>
      </w:r>
      <w:r w:rsidRPr="003C443E">
        <w:rPr>
          <w:color w:val="00CC00"/>
          <w:lang w:eastAsia="fr-FR"/>
        </w:rPr>
        <w:t xml:space="preserve">faut mourir pour réparer cette faute ; je ne vous </w:t>
      </w:r>
      <w:r w:rsidRPr="003C443E">
        <w:rPr>
          <w:color w:val="0000FF"/>
          <w:lang w:eastAsia="fr-FR"/>
        </w:rPr>
        <w:t xml:space="preserve">donne qu’un quart d’heure pour demander pardon à </w:t>
      </w:r>
      <w:r w:rsidRPr="003C443E">
        <w:rPr>
          <w:color w:val="FF0000"/>
          <w:lang w:eastAsia="fr-FR"/>
        </w:rPr>
        <w:t>Dieu.</w:t>
      </w:r>
    </w:p>
    <w:p w:rsidR="003C443E" w:rsidRPr="003C443E" w:rsidRDefault="003C443E" w:rsidP="003C443E">
      <w:pPr>
        <w:pStyle w:val="Cartable"/>
        <w:rPr>
          <w:color w:val="0000FF"/>
          <w:lang w:eastAsia="fr-FR"/>
        </w:rPr>
      </w:pPr>
      <w:r w:rsidRPr="003C443E">
        <w:rPr>
          <w:color w:val="00CC00"/>
          <w:lang w:eastAsia="fr-FR"/>
        </w:rPr>
        <w:lastRenderedPageBreak/>
        <w:t xml:space="preserve">Le marchand se jeta à genoux, et dit à la Bête, en </w:t>
      </w:r>
      <w:r w:rsidRPr="003C443E">
        <w:rPr>
          <w:color w:val="0000FF"/>
          <w:lang w:eastAsia="fr-FR"/>
        </w:rPr>
        <w:t>joignant les mains :</w:t>
      </w:r>
    </w:p>
    <w:p w:rsidR="003C443E" w:rsidRPr="003C443E" w:rsidRDefault="003C443E" w:rsidP="003C443E">
      <w:pPr>
        <w:pStyle w:val="Cartable"/>
        <w:rPr>
          <w:color w:val="0000FF"/>
          <w:lang w:eastAsia="fr-FR"/>
        </w:rPr>
      </w:pPr>
      <w:r w:rsidRPr="003C443E">
        <w:rPr>
          <w:color w:val="FF0000"/>
          <w:lang w:eastAsia="fr-FR"/>
        </w:rPr>
        <w:t xml:space="preserve">— Monseigneur, pardonnez-moi, je ne croyais pas </w:t>
      </w:r>
      <w:r w:rsidRPr="003C443E">
        <w:rPr>
          <w:color w:val="00CC00"/>
          <w:lang w:eastAsia="fr-FR"/>
        </w:rPr>
        <w:t xml:space="preserve">vous offenser en cueillant une rose pour une de mes </w:t>
      </w:r>
      <w:r w:rsidRPr="003C443E">
        <w:rPr>
          <w:color w:val="0000FF"/>
          <w:lang w:eastAsia="fr-FR"/>
        </w:rPr>
        <w:t>filles qui m’en avait demandé.</w:t>
      </w:r>
    </w:p>
    <w:p w:rsidR="003C443E" w:rsidRPr="003C443E" w:rsidRDefault="003C443E" w:rsidP="003C443E">
      <w:pPr>
        <w:pStyle w:val="Cartable"/>
        <w:rPr>
          <w:color w:val="FF0000"/>
          <w:lang w:eastAsia="fr-FR"/>
        </w:rPr>
      </w:pPr>
      <w:r w:rsidRPr="003C443E">
        <w:rPr>
          <w:color w:val="FF0000"/>
          <w:lang w:eastAsia="fr-FR"/>
        </w:rPr>
        <w:t xml:space="preserve">— Je ne m’appelle point Monseigneur, répondit le </w:t>
      </w:r>
      <w:r w:rsidRPr="003C443E">
        <w:rPr>
          <w:color w:val="00CC00"/>
          <w:lang w:eastAsia="fr-FR"/>
        </w:rPr>
        <w:t xml:space="preserve">monstre, mais la Bête. Je n’aime pas les </w:t>
      </w:r>
      <w:r w:rsidRPr="003C443E">
        <w:rPr>
          <w:color w:val="0000FF"/>
          <w:lang w:eastAsia="fr-FR"/>
        </w:rPr>
        <w:t xml:space="preserve">compliments, moi ; je veux qu’on dise ce que l’on </w:t>
      </w:r>
      <w:r w:rsidRPr="003C443E">
        <w:rPr>
          <w:color w:val="FF0000"/>
          <w:lang w:eastAsia="fr-FR"/>
        </w:rPr>
        <w:t xml:space="preserve">pense ; ainsi, ne croyez pas me toucher par vos </w:t>
      </w:r>
      <w:r w:rsidRPr="003C443E">
        <w:rPr>
          <w:color w:val="00CC00"/>
          <w:lang w:eastAsia="fr-FR"/>
        </w:rPr>
        <w:t xml:space="preserve">flatteries. Mais vous m’avez dit que vous aviez des </w:t>
      </w:r>
      <w:r w:rsidRPr="003C443E">
        <w:rPr>
          <w:color w:val="0000FF"/>
          <w:lang w:eastAsia="fr-FR"/>
        </w:rPr>
        <w:t xml:space="preserve">filles ; je veux vous pardonner, à condition qu’une </w:t>
      </w:r>
      <w:r w:rsidRPr="003C443E">
        <w:rPr>
          <w:color w:val="FF0000"/>
          <w:lang w:eastAsia="fr-FR"/>
        </w:rPr>
        <w:t xml:space="preserve">de vos filles vienne volontairement pour mourir à </w:t>
      </w:r>
      <w:r w:rsidRPr="003C443E">
        <w:rPr>
          <w:color w:val="00CC00"/>
          <w:lang w:eastAsia="fr-FR"/>
        </w:rPr>
        <w:t xml:space="preserve">votre place. Ne me raisonnez pas, partez ; et si vos </w:t>
      </w:r>
      <w:r w:rsidRPr="003C443E">
        <w:rPr>
          <w:color w:val="0000FF"/>
          <w:lang w:eastAsia="fr-FR"/>
        </w:rPr>
        <w:t xml:space="preserve">filles refusent de mourir pour vous, jurez que vous </w:t>
      </w:r>
      <w:r w:rsidRPr="003C443E">
        <w:rPr>
          <w:color w:val="FF0000"/>
          <w:lang w:eastAsia="fr-FR"/>
        </w:rPr>
        <w:t>reviendrez dans trois mois.</w:t>
      </w:r>
    </w:p>
    <w:p w:rsidR="003C443E" w:rsidRPr="003C443E" w:rsidRDefault="003C443E" w:rsidP="003C443E">
      <w:pPr>
        <w:pStyle w:val="Cartable"/>
        <w:rPr>
          <w:color w:val="0000FF"/>
          <w:lang w:eastAsia="fr-FR"/>
        </w:rPr>
      </w:pPr>
      <w:r w:rsidRPr="003C443E">
        <w:rPr>
          <w:color w:val="00CC00"/>
          <w:lang w:eastAsia="fr-FR"/>
        </w:rPr>
        <w:lastRenderedPageBreak/>
        <w:t xml:space="preserve">Le bonhomme n’avait pas l’intention de sacrifier une </w:t>
      </w:r>
      <w:r w:rsidRPr="003C443E">
        <w:rPr>
          <w:color w:val="0000FF"/>
          <w:lang w:eastAsia="fr-FR"/>
        </w:rPr>
        <w:t xml:space="preserve">de ses filles à ce vilain monstre ; mais il pensa : </w:t>
      </w:r>
      <w:r w:rsidRPr="003C443E">
        <w:rPr>
          <w:color w:val="FF0000"/>
          <w:lang w:eastAsia="fr-FR"/>
        </w:rPr>
        <w:t xml:space="preserve">« Au moins j’aurai le plaisir de les embrasser encore </w:t>
      </w:r>
      <w:r w:rsidRPr="003C443E">
        <w:rPr>
          <w:color w:val="00CC00"/>
          <w:lang w:eastAsia="fr-FR"/>
        </w:rPr>
        <w:t xml:space="preserve">une fois. » Il jura donc de revenir, et la Bête lui dit </w:t>
      </w:r>
      <w:r w:rsidRPr="003C443E">
        <w:rPr>
          <w:color w:val="0000FF"/>
          <w:lang w:eastAsia="fr-FR"/>
        </w:rPr>
        <w:t>qu’il pouvait partir quand il voudrait.</w:t>
      </w:r>
    </w:p>
    <w:p w:rsidR="003C443E" w:rsidRPr="003C443E" w:rsidRDefault="003C443E" w:rsidP="003C443E">
      <w:pPr>
        <w:pStyle w:val="Cartable"/>
        <w:rPr>
          <w:color w:val="00CC00"/>
          <w:lang w:eastAsia="fr-FR"/>
        </w:rPr>
      </w:pPr>
      <w:r w:rsidRPr="003C443E">
        <w:rPr>
          <w:color w:val="FF0000"/>
          <w:lang w:eastAsia="fr-FR"/>
        </w:rPr>
        <w:t xml:space="preserve">— Mais, ajouta-t-elle, je ne veux pas que tu t’en </w:t>
      </w:r>
      <w:r w:rsidRPr="003C443E">
        <w:rPr>
          <w:color w:val="00CC00"/>
          <w:lang w:eastAsia="fr-FR"/>
        </w:rPr>
        <w:t xml:space="preserve">ailles les mains vides. Retourne dans la chambre où </w:t>
      </w:r>
      <w:r w:rsidRPr="003C443E">
        <w:rPr>
          <w:color w:val="0000FF"/>
          <w:lang w:eastAsia="fr-FR"/>
        </w:rPr>
        <w:t xml:space="preserve">tu as couché, tu y trouveras un grand coffre vide ; tu </w:t>
      </w:r>
      <w:r w:rsidRPr="003C443E">
        <w:rPr>
          <w:color w:val="FF0000"/>
          <w:lang w:eastAsia="fr-FR"/>
        </w:rPr>
        <w:t xml:space="preserve">peux y mettre tout ce qu’il te plaira, je le ferai porter </w:t>
      </w:r>
      <w:r w:rsidRPr="003C443E">
        <w:rPr>
          <w:color w:val="00CC00"/>
          <w:lang w:eastAsia="fr-FR"/>
        </w:rPr>
        <w:t>chez toi.</w:t>
      </w:r>
    </w:p>
    <w:p w:rsidR="003C443E" w:rsidRPr="003C443E" w:rsidRDefault="003C443E" w:rsidP="003C443E">
      <w:pPr>
        <w:pStyle w:val="Cartable"/>
        <w:rPr>
          <w:color w:val="0000FF"/>
          <w:lang w:eastAsia="fr-FR"/>
        </w:rPr>
      </w:pPr>
      <w:r w:rsidRPr="003C443E">
        <w:rPr>
          <w:color w:val="0000FF"/>
          <w:lang w:eastAsia="fr-FR"/>
        </w:rPr>
        <w:t xml:space="preserve">En même temps la Bête se retira, et le bonhomme </w:t>
      </w:r>
      <w:r w:rsidRPr="003C443E">
        <w:rPr>
          <w:color w:val="FF0000"/>
          <w:lang w:eastAsia="fr-FR"/>
        </w:rPr>
        <w:t xml:space="preserve">dit en lui-même : « S’il faut que je meure, j’aurai la </w:t>
      </w:r>
      <w:r w:rsidRPr="003C443E">
        <w:rPr>
          <w:color w:val="00CC00"/>
          <w:lang w:eastAsia="fr-FR"/>
        </w:rPr>
        <w:t xml:space="preserve">consolation de laisser du pain à mes pauvres </w:t>
      </w:r>
      <w:r w:rsidRPr="003C443E">
        <w:rPr>
          <w:color w:val="0000FF"/>
          <w:lang w:eastAsia="fr-FR"/>
        </w:rPr>
        <w:t>enfants. »</w:t>
      </w:r>
    </w:p>
    <w:p w:rsidR="003C443E" w:rsidRPr="003C443E" w:rsidRDefault="003C443E" w:rsidP="003C443E">
      <w:pPr>
        <w:pStyle w:val="Cartable"/>
      </w:pPr>
    </w:p>
    <w:sectPr w:rsidR="003C443E" w:rsidRPr="003C443E" w:rsidSect="000B32E0">
      <w:footerReference w:type="default" r:id="rId7"/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3E" w:rsidRDefault="00FE433E" w:rsidP="00737C04">
      <w:pPr>
        <w:spacing w:after="0" w:line="240" w:lineRule="auto"/>
      </w:pPr>
      <w:r>
        <w:separator/>
      </w:r>
    </w:p>
  </w:endnote>
  <w:endnote w:type="continuationSeparator" w:id="0">
    <w:p w:rsidR="00FE433E" w:rsidRDefault="00FE433E" w:rsidP="0073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C04" w:rsidRDefault="00737C0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E341B31" wp14:editId="3004115A">
          <wp:simplePos x="0" y="0"/>
          <wp:positionH relativeFrom="margin">
            <wp:align>left</wp:align>
          </wp:positionH>
          <wp:positionV relativeFrom="paragraph">
            <wp:posOffset>-161925</wp:posOffset>
          </wp:positionV>
          <wp:extent cx="469900" cy="478790"/>
          <wp:effectExtent l="0" t="0" r="6350" b="0"/>
          <wp:wrapTight wrapText="bothSides">
            <wp:wrapPolygon edited="0">
              <wp:start x="7881" y="0"/>
              <wp:lineTo x="1751" y="2578"/>
              <wp:lineTo x="0" y="14610"/>
              <wp:lineTo x="0" y="20626"/>
              <wp:lineTo x="21016" y="20626"/>
              <wp:lineTo x="21016" y="15469"/>
              <wp:lineTo x="19265" y="1719"/>
              <wp:lineTo x="13135" y="0"/>
              <wp:lineTo x="7881" y="0"/>
            </wp:wrapPolygon>
          </wp:wrapTight>
          <wp:docPr id="13" name="Imag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Photocopy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3E" w:rsidRDefault="00FE433E" w:rsidP="00737C04">
      <w:pPr>
        <w:spacing w:after="0" w:line="240" w:lineRule="auto"/>
      </w:pPr>
      <w:r>
        <w:separator/>
      </w:r>
    </w:p>
  </w:footnote>
  <w:footnote w:type="continuationSeparator" w:id="0">
    <w:p w:rsidR="00FE433E" w:rsidRDefault="00FE433E" w:rsidP="00737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C0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443E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37C04"/>
    <w:rsid w:val="00761E84"/>
    <w:rsid w:val="00762CD0"/>
    <w:rsid w:val="00777BE8"/>
    <w:rsid w:val="00784E38"/>
    <w:rsid w:val="007A6120"/>
    <w:rsid w:val="007A6EB7"/>
    <w:rsid w:val="007C34A1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33E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FAE70"/>
  <w15:docId w15:val="{333946F4-743B-4D44-8E3F-8F4EC84C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7C04"/>
    <w:pPr>
      <w:spacing w:after="160" w:line="259" w:lineRule="auto"/>
    </w:pPr>
    <w:rPr>
      <w:rFonts w:eastAsiaTheme="minorHAnsi"/>
    </w:rPr>
  </w:style>
  <w:style w:type="character" w:default="1" w:styleId="Policepardfaut">
    <w:name w:val="Default Paragraph Font"/>
    <w:uiPriority w:val="1"/>
    <w:semiHidden/>
    <w:unhideWhenUsed/>
    <w:rsid w:val="00737C0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37C04"/>
  </w:style>
  <w:style w:type="table" w:styleId="Grilledutableau">
    <w:name w:val="Table Grid"/>
    <w:basedOn w:val="TableauNormal"/>
    <w:uiPriority w:val="59"/>
    <w:rsid w:val="00737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37C0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737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737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737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3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C04"/>
    <w:rPr>
      <w:rFonts w:eastAsiaTheme="minorHAnsi"/>
    </w:rPr>
  </w:style>
  <w:style w:type="paragraph" w:styleId="Pieddepage">
    <w:name w:val="footer"/>
    <w:basedOn w:val="Normal"/>
    <w:link w:val="PieddepageCar"/>
    <w:uiPriority w:val="99"/>
    <w:unhideWhenUsed/>
    <w:rsid w:val="0073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C0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F7509-C908-4B80-9361-A25F44EB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0</TotalTime>
  <Pages>4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cp:lastModifiedBy>Assistante</cp:lastModifiedBy>
  <cp:revision>2</cp:revision>
  <dcterms:created xsi:type="dcterms:W3CDTF">2017-06-01T12:02:00Z</dcterms:created>
  <dcterms:modified xsi:type="dcterms:W3CDTF">2017-06-01T12:02:00Z</dcterms:modified>
</cp:coreProperties>
</file>